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4060F" w:rsidR="00C957BE" w:rsidP="009F7513" w:rsidRDefault="000C702E" w14:paraId="065B5E23" w14:textId="26BF3F08">
      <w:pPr>
        <w:pStyle w:val="Title"/>
        <w:rPr>
          <w:rFonts w:ascii="Franklin Gothic Book" w:hAnsi="Franklin Gothic Book"/>
        </w:rPr>
      </w:pPr>
      <w:r w:rsidRPr="0024060F">
        <w:rPr>
          <w:rFonts w:ascii="Franklin Gothic Book" w:hAnsi="Franklin Gothic Book"/>
        </w:rPr>
        <w:t>M</w:t>
      </w:r>
      <w:r w:rsidRPr="0024060F" w:rsidR="006E7AF4">
        <w:rPr>
          <w:rFonts w:ascii="Franklin Gothic Book" w:hAnsi="Franklin Gothic Book"/>
        </w:rPr>
        <w:t xml:space="preserve">entee </w:t>
      </w:r>
      <w:r w:rsidRPr="0024060F" w:rsidR="00670266">
        <w:rPr>
          <w:rFonts w:ascii="Franklin Gothic Book" w:hAnsi="Franklin Gothic Book"/>
        </w:rPr>
        <w:t>final</w:t>
      </w:r>
      <w:r w:rsidRPr="0024060F" w:rsidR="00B72A38">
        <w:rPr>
          <w:rFonts w:ascii="Franklin Gothic Book" w:hAnsi="Franklin Gothic Book"/>
        </w:rPr>
        <w:t xml:space="preserve"> </w:t>
      </w:r>
      <w:r w:rsidRPr="0024060F" w:rsidR="006E7AF4">
        <w:rPr>
          <w:rFonts w:ascii="Franklin Gothic Book" w:hAnsi="Franklin Gothic Book"/>
        </w:rPr>
        <w:t>m</w:t>
      </w:r>
      <w:r w:rsidRPr="0024060F">
        <w:rPr>
          <w:rFonts w:ascii="Franklin Gothic Book" w:hAnsi="Franklin Gothic Book"/>
        </w:rPr>
        <w:t>entoring</w:t>
      </w:r>
      <w:r w:rsidRPr="0024060F" w:rsidR="00807C34">
        <w:rPr>
          <w:rFonts w:ascii="Franklin Gothic Book" w:hAnsi="Franklin Gothic Book"/>
        </w:rPr>
        <w:t xml:space="preserve"> </w:t>
      </w:r>
      <w:r w:rsidRPr="0024060F" w:rsidR="009F7513">
        <w:rPr>
          <w:rFonts w:ascii="Franklin Gothic Book" w:hAnsi="Franklin Gothic Book"/>
        </w:rPr>
        <w:t>evaluation form</w:t>
      </w:r>
    </w:p>
    <w:p w:rsidRPr="0024060F" w:rsidR="00C330AD" w:rsidP="75489FAD" w:rsidRDefault="00C330AD" w14:paraId="777311A6" w14:textId="01B7BF84">
      <w:pPr>
        <w:rPr>
          <w:rFonts w:ascii="Franklin Gothic Book" w:hAnsi="Franklin Gothic Book"/>
          <w:i/>
          <w:iCs/>
        </w:rPr>
      </w:pPr>
      <w:r w:rsidRPr="75489FAD">
        <w:rPr>
          <w:rFonts w:ascii="Franklin Gothic Book" w:hAnsi="Franklin Gothic Book"/>
          <w:i/>
          <w:iCs/>
        </w:rPr>
        <w:t xml:space="preserve">The form should be completed by participants </w:t>
      </w:r>
      <w:r w:rsidRPr="75489FAD" w:rsidR="007E7881">
        <w:rPr>
          <w:rFonts w:ascii="Franklin Gothic Book" w:hAnsi="Franklin Gothic Book"/>
          <w:i/>
          <w:iCs/>
        </w:rPr>
        <w:t>at the end of the programme</w:t>
      </w:r>
      <w:r w:rsidRPr="75489FAD" w:rsidR="005670DC">
        <w:rPr>
          <w:rFonts w:ascii="Franklin Gothic Book" w:hAnsi="Franklin Gothic Book"/>
        </w:rPr>
        <w:t xml:space="preserve"> </w:t>
      </w:r>
      <w:r w:rsidRPr="75489FAD" w:rsidR="005670DC">
        <w:rPr>
          <w:rFonts w:ascii="Franklin Gothic Book" w:hAnsi="Franklin Gothic Book"/>
          <w:i/>
          <w:iCs/>
        </w:rPr>
        <w:t>after their capstone project is complete and after their final mentoring session has occurred</w:t>
      </w:r>
      <w:r w:rsidRPr="75489FAD">
        <w:rPr>
          <w:rFonts w:ascii="Franklin Gothic Book" w:hAnsi="Franklin Gothic Book"/>
          <w:i/>
          <w:iCs/>
        </w:rPr>
        <w:t>.</w:t>
      </w:r>
    </w:p>
    <w:p w:rsidR="3DD9AC40" w:rsidP="3A1BB1A2" w:rsidRDefault="3DD9AC40" w14:paraId="54C17412" w14:textId="01290374">
      <w:pPr>
        <w:rPr>
          <w:rFonts w:ascii="Franklin Gothic Book" w:hAnsi="Franklin Gothic Book"/>
          <w:i/>
          <w:iCs/>
        </w:rPr>
      </w:pPr>
      <w:r w:rsidRPr="3A1BB1A2">
        <w:rPr>
          <w:rFonts w:ascii="Franklin Gothic Book" w:hAnsi="Franklin Gothic Book"/>
          <w:i/>
          <w:iCs/>
        </w:rPr>
        <w:t xml:space="preserve">Estimated time for survey completion: </w:t>
      </w:r>
      <w:r w:rsidRPr="3A1BB1A2" w:rsidR="508D60E1">
        <w:rPr>
          <w:rFonts w:ascii="Franklin Gothic Book" w:hAnsi="Franklin Gothic Book"/>
          <w:i/>
          <w:iCs/>
        </w:rPr>
        <w:t xml:space="preserve">up to </w:t>
      </w:r>
      <w:r w:rsidRPr="3A1BB1A2">
        <w:rPr>
          <w:rFonts w:ascii="Franklin Gothic Book" w:hAnsi="Franklin Gothic Book"/>
          <w:i/>
          <w:iCs/>
        </w:rPr>
        <w:t xml:space="preserve">15 </w:t>
      </w:r>
      <w:proofErr w:type="gramStart"/>
      <w:r w:rsidRPr="3A1BB1A2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24060F" w:rsidR="000C702E" w:rsidTr="36A29F2C" w14:paraId="4E466070" w14:textId="77777777">
        <w:tc>
          <w:tcPr>
            <w:tcW w:w="5000" w:type="pct"/>
            <w:shd w:val="clear" w:color="auto" w:fill="auto"/>
            <w:vAlign w:val="center"/>
          </w:tcPr>
          <w:p w:rsidRPr="0024060F" w:rsidR="000C702E" w:rsidP="002F6808" w:rsidRDefault="000C702E" w14:paraId="1D973E86" w14:textId="1303D39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24060F" w:rsidR="00510FBD" w:rsidTr="36A29F2C" w14:paraId="07C9FB14" w14:textId="77777777">
        <w:tc>
          <w:tcPr>
            <w:tcW w:w="5000" w:type="pct"/>
            <w:shd w:val="clear" w:color="auto" w:fill="auto"/>
            <w:vAlign w:val="center"/>
          </w:tcPr>
          <w:p w:rsidRPr="0024060F" w:rsidR="00510FBD" w:rsidP="36A29F2C" w:rsidRDefault="1116BB65" w14:paraId="03524FBF" w14:textId="4C00C10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 xml:space="preserve">Mentee </w:t>
            </w:r>
            <w:r w:rsidRPr="0024060F" w:rsidR="00510FBD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24060F" w:rsidR="0024060F">
              <w:rPr>
                <w:rFonts w:ascii="Wingdings" w:hAnsi="Wingdings" w:eastAsia="Wingdings" w:cs="Wingdings"/>
              </w:rPr>
              <w:t>o</w:t>
            </w:r>
            <w:r w:rsidRPr="0024060F" w:rsidR="00510FBD">
              <w:rPr>
                <w:rFonts w:ascii="Franklin Gothic Book" w:hAnsi="Franklin Gothic Book"/>
              </w:rPr>
              <w:t xml:space="preserve"> Human health    </w:t>
            </w:r>
            <w:r w:rsidRPr="0024060F" w:rsidR="0024060F">
              <w:rPr>
                <w:rFonts w:ascii="Wingdings" w:hAnsi="Wingdings" w:eastAsia="Wingdings" w:cs="Wingdings"/>
              </w:rPr>
              <w:t>o</w:t>
            </w:r>
            <w:r w:rsidRPr="0024060F" w:rsidR="00510FBD">
              <w:rPr>
                <w:rFonts w:ascii="Franklin Gothic Book" w:hAnsi="Franklin Gothic Book"/>
              </w:rPr>
              <w:t xml:space="preserve"> Animal health   </w:t>
            </w:r>
            <w:r w:rsidRPr="0024060F" w:rsidR="0024060F">
              <w:rPr>
                <w:rFonts w:ascii="Wingdings" w:hAnsi="Wingdings" w:eastAsia="Wingdings" w:cs="Wingdings"/>
              </w:rPr>
              <w:t>o</w:t>
            </w:r>
            <w:r w:rsidRPr="0024060F" w:rsidR="00510FBD">
              <w:rPr>
                <w:rFonts w:ascii="Franklin Gothic Book" w:hAnsi="Franklin Gothic Book"/>
              </w:rPr>
              <w:t xml:space="preserve"> Environmental health</w:t>
            </w:r>
            <w:r w:rsidRPr="0024060F" w:rsidR="00CC27DA">
              <w:rPr>
                <w:rFonts w:ascii="Franklin Gothic Book" w:hAnsi="Franklin Gothic Book"/>
              </w:rPr>
              <w:t xml:space="preserve">   </w:t>
            </w:r>
            <w:r w:rsidRPr="0024060F" w:rsidR="00CC27DA">
              <w:rPr>
                <w:rFonts w:ascii="Wingdings" w:hAnsi="Wingdings" w:eastAsia="Wingdings" w:cs="Wingdings"/>
              </w:rPr>
              <w:t>o</w:t>
            </w:r>
            <w:r w:rsidRPr="0024060F" w:rsidR="00CC27DA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  <w:tr w:rsidRPr="0024060F" w:rsidR="002C37AA" w:rsidTr="36A29F2C" w14:paraId="54ECEBA8" w14:textId="77777777">
        <w:tc>
          <w:tcPr>
            <w:tcW w:w="5000" w:type="pct"/>
            <w:shd w:val="clear" w:color="auto" w:fill="auto"/>
            <w:vAlign w:val="center"/>
          </w:tcPr>
          <w:p w:rsidRPr="0024060F" w:rsidR="002C37AA" w:rsidP="002F6808" w:rsidRDefault="002C37AA" w14:paraId="2EF700F8" w14:textId="68FE5B6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Name of the m</w:t>
            </w:r>
            <w:r w:rsidRPr="0024060F" w:rsidR="00CC47BC">
              <w:rPr>
                <w:rFonts w:ascii="Franklin Gothic Book" w:hAnsi="Franklin Gothic Book" w:eastAsia="Times New Roman" w:cs="Arial"/>
                <w:lang w:eastAsia="en-GB"/>
              </w:rPr>
              <w:t xml:space="preserve">entor: </w:t>
            </w:r>
          </w:p>
        </w:tc>
      </w:tr>
    </w:tbl>
    <w:p w:rsidR="0070292C" w:rsidP="00B36C8E" w:rsidRDefault="00D2454A" w14:paraId="24B45332" w14:textId="699AA814">
      <w:pPr>
        <w:spacing w:before="240"/>
        <w:rPr>
          <w:rFonts w:ascii="Franklin Gothic Book" w:hAnsi="Franklin Gothic Book"/>
          <w:b/>
          <w:bCs/>
        </w:rPr>
      </w:pPr>
      <w:bookmarkStart w:name="_Hlk120279648" w:id="0"/>
      <w:r w:rsidRPr="0024060F">
        <w:rPr>
          <w:rFonts w:ascii="Franklin Gothic Book" w:hAnsi="Franklin Gothic Book"/>
          <w:b/>
          <w:bCs/>
        </w:rPr>
        <w:t xml:space="preserve">Please </w:t>
      </w:r>
      <w:r w:rsidRPr="0024060F" w:rsidR="0070292C">
        <w:rPr>
          <w:rFonts w:ascii="Franklin Gothic Book" w:hAnsi="Franklin Gothic Book"/>
          <w:b/>
          <w:bCs/>
        </w:rPr>
        <w:t xml:space="preserve">indicate how much you agree/disagree with each of the </w:t>
      </w:r>
      <w:r w:rsidRPr="0024060F" w:rsidR="00324330">
        <w:rPr>
          <w:rFonts w:ascii="Franklin Gothic Book" w:hAnsi="Franklin Gothic Book"/>
          <w:b/>
          <w:bCs/>
        </w:rPr>
        <w:t>mentoring</w:t>
      </w:r>
      <w:r w:rsidRPr="0024060F" w:rsidR="0070292C">
        <w:rPr>
          <w:rFonts w:ascii="Franklin Gothic Book" w:hAnsi="Franklin Gothic Book"/>
          <w:b/>
          <w:bCs/>
        </w:rPr>
        <w:t xml:space="preserve">-related statements listed below </w:t>
      </w:r>
      <w:r w:rsidRPr="0024060F" w:rsidR="00B36C8E">
        <w:rPr>
          <w:rFonts w:ascii="Franklin Gothic Book" w:hAnsi="Franklin Gothic Book"/>
          <w:b/>
          <w:bCs/>
        </w:rPr>
        <w:t>where 1 is Strongly disagree and 5 is Strongly agree.</w:t>
      </w:r>
    </w:p>
    <w:tbl>
      <w:tblPr>
        <w:tblW w:w="5022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5"/>
        <w:gridCol w:w="20"/>
        <w:gridCol w:w="7089"/>
        <w:gridCol w:w="720"/>
        <w:gridCol w:w="720"/>
        <w:gridCol w:w="720"/>
        <w:gridCol w:w="720"/>
        <w:gridCol w:w="720"/>
        <w:gridCol w:w="649"/>
        <w:gridCol w:w="71"/>
        <w:gridCol w:w="520"/>
        <w:gridCol w:w="201"/>
        <w:gridCol w:w="390"/>
        <w:gridCol w:w="331"/>
        <w:gridCol w:w="260"/>
        <w:gridCol w:w="460"/>
        <w:gridCol w:w="130"/>
        <w:gridCol w:w="593"/>
      </w:tblGrid>
      <w:tr w:rsidRPr="007C63F3" w:rsidR="008F43A9" w:rsidTr="00185944" w14:paraId="02B78C07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3B409A" w:rsidR="008F43A9" w:rsidP="008F43A9" w:rsidRDefault="008F43A9" w14:paraId="6FEA186A" w14:textId="4BEAF39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3B409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Support with professional development</w:t>
            </w:r>
          </w:p>
        </w:tc>
      </w:tr>
      <w:tr w:rsidRPr="007C63F3" w:rsidR="008F43A9" w:rsidTr="0026001B" w14:paraId="6CD2BB75" w14:textId="77777777">
        <w:trPr>
          <w:trHeight w:val="300"/>
        </w:trPr>
        <w:tc>
          <w:tcPr>
            <w:tcW w:w="3999" w:type="pct"/>
            <w:gridSpan w:val="9"/>
            <w:shd w:val="clear" w:color="auto" w:fill="auto"/>
            <w:hideMark/>
          </w:tcPr>
          <w:p w:rsidRPr="007C63F3" w:rsidR="008F43A9" w:rsidP="008F43A9" w:rsidRDefault="008F43A9" w14:paraId="5683A336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001" w:type="pct"/>
            <w:gridSpan w:val="9"/>
            <w:shd w:val="clear" w:color="auto" w:fill="auto"/>
            <w:vAlign w:val="center"/>
            <w:hideMark/>
          </w:tcPr>
          <w:p w:rsidRPr="007C63F3" w:rsidR="008F43A9" w:rsidP="008F43A9" w:rsidRDefault="008F43A9" w14:paraId="13193114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8F43A9" w:rsidDel="00D2454A" w:rsidP="008F43A9" w:rsidRDefault="008F43A9" w14:paraId="487C8A4E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6001B" w:rsidTr="0026001B" w14:paraId="170AE6C6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8F43A9" w:rsidP="008F43A9" w:rsidRDefault="008F43A9" w14:paraId="6B6E71A2" w14:textId="4247BF4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A1.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8F43A9" w:rsidP="008F43A9" w:rsidRDefault="008F43A9" w14:paraId="070A570E" w14:textId="5581004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 xml:space="preserve">My mentor supported me in developing or reviewing my personal development plan and career development objectives 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32BA69A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34744D5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6CC8C1D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6CC2871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8F43A9" w:rsidP="008F43A9" w:rsidRDefault="008F43A9" w14:paraId="7DC5599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68CBBA06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8F43A9" w:rsidP="008F43A9" w:rsidRDefault="008F43A9" w14:paraId="18440995" w14:textId="50F53BB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A2.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8F43A9" w:rsidP="008F43A9" w:rsidRDefault="008F43A9" w14:paraId="05304FD5" w14:textId="6B01196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Adequate number of face-to-face/virtual meetings with my mentor were held to support me with professional development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2973426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45C7EAD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218A4B5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5179631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8F43A9" w:rsidP="008F43A9" w:rsidRDefault="008F43A9" w14:paraId="38DBF17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61716522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8F43A9" w:rsidP="008F43A9" w:rsidRDefault="008F43A9" w14:paraId="6AAC56D0" w14:textId="24392FA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8F43A9" w:rsidP="008F43A9" w:rsidRDefault="008F43A9" w14:paraId="708B5335" w14:textId="40E7125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The resources provided by my mentor were useful for my career development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2C041CC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34D1CAC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6F5BFF4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375CB38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8F43A9" w:rsidP="008F43A9" w:rsidRDefault="008F43A9" w14:paraId="7A6074E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6BF060A9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8F43A9" w:rsidP="008F43A9" w:rsidRDefault="008F43A9" w14:paraId="5641B193" w14:textId="7BB724D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8F43A9" w:rsidP="008F43A9" w:rsidRDefault="008F43A9" w14:paraId="314647A5" w14:textId="3C0D1D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provided valuable guidance, advice, and expertise for my professional development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7037465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1392DA7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03D4C78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8F43A9" w:rsidP="008F43A9" w:rsidRDefault="008F43A9" w14:paraId="14F8336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8F43A9" w:rsidP="008F43A9" w:rsidRDefault="008F43A9" w14:paraId="10D8E5B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53A37F4C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8F43A9" w:rsidP="008F43A9" w:rsidRDefault="008F43A9" w14:paraId="7FB9176C" w14:textId="5E2DD5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8F43A9" w:rsidP="008F43A9" w:rsidRDefault="008F43A9" w14:paraId="7AC476F4" w14:textId="1F60BA3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helped me expand my professional network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5E145E0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4E69432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374344D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8F43A9" w:rsidP="008F43A9" w:rsidRDefault="008F43A9" w14:paraId="2AB4624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8F43A9" w:rsidP="008F43A9" w:rsidRDefault="008F43A9" w14:paraId="652B929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8F43A9" w:rsidTr="0026001B" w14:paraId="0149547B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5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8F43A9" w:rsidP="008F43A9" w:rsidRDefault="008F43A9" w14:paraId="42577BA6" w14:textId="4013CD0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4850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8F43A9" w:rsidR="008F43A9" w:rsidP="008F43A9" w:rsidRDefault="008F43A9" w14:paraId="69785BAB" w14:textId="1526F03D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professional </w:t>
            </w:r>
            <w:proofErr w:type="gramStart"/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development</w:t>
            </w:r>
            <w:proofErr w:type="gramEnd"/>
          </w:p>
          <w:p w:rsidR="008F43A9" w:rsidP="008F43A9" w:rsidRDefault="008F43A9" w14:paraId="1EDFBA6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8F43A9" w:rsidP="008F43A9" w:rsidRDefault="008F43A9" w14:paraId="312F5E8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3B409A" w:rsidR="003668E9" w:rsidTr="00185944" w14:paraId="5FAD1419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3B409A" w:rsidR="003668E9" w:rsidP="003668E9" w:rsidRDefault="003668E9" w14:paraId="5CFC8CA9" w14:textId="3DFAF2A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3B409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Small projects</w:t>
            </w:r>
          </w:p>
        </w:tc>
      </w:tr>
      <w:tr w:rsidRPr="007C63F3" w:rsidR="003668E9" w:rsidTr="0026001B" w14:paraId="01E9F931" w14:textId="77777777">
        <w:trPr>
          <w:trHeight w:val="300"/>
        </w:trPr>
        <w:tc>
          <w:tcPr>
            <w:tcW w:w="3999" w:type="pct"/>
            <w:gridSpan w:val="9"/>
            <w:shd w:val="clear" w:color="auto" w:fill="auto"/>
            <w:hideMark/>
          </w:tcPr>
          <w:p w:rsidRPr="007C63F3" w:rsidR="003668E9" w:rsidP="003668E9" w:rsidRDefault="003668E9" w14:paraId="0DE8E1B8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lastRenderedPageBreak/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001" w:type="pct"/>
            <w:gridSpan w:val="9"/>
            <w:shd w:val="clear" w:color="auto" w:fill="auto"/>
            <w:vAlign w:val="center"/>
            <w:hideMark/>
          </w:tcPr>
          <w:p w:rsidRPr="007C63F3" w:rsidR="003668E9" w:rsidP="003668E9" w:rsidRDefault="003668E9" w14:paraId="3A281321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3668E9" w:rsidDel="00D2454A" w:rsidP="003668E9" w:rsidRDefault="003668E9" w14:paraId="2E72B72D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6001B" w:rsidTr="0026001B" w14:paraId="2C90ABA8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080976FD" w14:textId="639522A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B1.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6E268580" w14:textId="6B5FC7B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Adequate number of face-to-face/virtual meetings with my mentor were held to support me with small projects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56DC7C2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6394784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51D722E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456282A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3668E9" w:rsidP="003668E9" w:rsidRDefault="003668E9" w14:paraId="6F3A59B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7657D736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45160E58" w14:textId="547ECB1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B2.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7A31164A" w14:textId="1F432AE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provided valuable guidance, advice, and expertise to support the work on small projects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48310A4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1C64D15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62C0A8C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141721B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3668E9" w:rsidP="003668E9" w:rsidRDefault="003668E9" w14:paraId="56758AB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3668E9" w:rsidTr="0026001B" w14:paraId="63FEE8D0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5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3668E9" w:rsidP="003668E9" w:rsidRDefault="003668E9" w14:paraId="20ED1D70" w14:textId="609636E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B3.</w:t>
            </w:r>
          </w:p>
        </w:tc>
        <w:tc>
          <w:tcPr>
            <w:tcW w:w="4850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24060F" w:rsidR="003668E9" w:rsidP="003668E9" w:rsidRDefault="003668E9" w14:paraId="7DC5A4A4" w14:textId="7F1149FF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small </w:t>
            </w:r>
            <w:proofErr w:type="gramStart"/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projects</w:t>
            </w:r>
            <w:proofErr w:type="gramEnd"/>
          </w:p>
          <w:p w:rsidRPr="0024060F" w:rsidR="003668E9" w:rsidP="003668E9" w:rsidRDefault="003668E9" w14:paraId="5C688AEF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3668E9" w:rsidP="003668E9" w:rsidRDefault="003668E9" w14:paraId="438F1AA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3B409A" w:rsidR="003668E9" w:rsidTr="00185944" w14:paraId="502D0F9D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3B409A" w:rsidR="003668E9" w:rsidP="003668E9" w:rsidRDefault="003668E9" w14:paraId="45365379" w14:textId="3527D23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3B409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Capstone project</w:t>
            </w:r>
          </w:p>
        </w:tc>
      </w:tr>
      <w:tr w:rsidRPr="007C63F3" w:rsidR="003668E9" w:rsidTr="0026001B" w14:paraId="7CD94CA6" w14:textId="77777777">
        <w:trPr>
          <w:trHeight w:val="300"/>
        </w:trPr>
        <w:tc>
          <w:tcPr>
            <w:tcW w:w="3999" w:type="pct"/>
            <w:gridSpan w:val="9"/>
            <w:shd w:val="clear" w:color="auto" w:fill="auto"/>
            <w:hideMark/>
          </w:tcPr>
          <w:p w:rsidRPr="007C63F3" w:rsidR="003668E9" w:rsidP="003668E9" w:rsidRDefault="003668E9" w14:paraId="6BBCDEE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001" w:type="pct"/>
            <w:gridSpan w:val="9"/>
            <w:shd w:val="clear" w:color="auto" w:fill="auto"/>
            <w:vAlign w:val="center"/>
            <w:hideMark/>
          </w:tcPr>
          <w:p w:rsidRPr="007C63F3" w:rsidR="003668E9" w:rsidP="003668E9" w:rsidRDefault="003668E9" w14:paraId="47BF9709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3668E9" w:rsidDel="00D2454A" w:rsidP="003668E9" w:rsidRDefault="003668E9" w14:paraId="1C1215C1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6001B" w:rsidTr="0026001B" w14:paraId="4C2C10FE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375E7DB5" w14:textId="27A1AD6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C1.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3F0956E8" w14:textId="0087511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supported defining the scope of my capstone project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6457C71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167CA74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472A08F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32A5B73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3668E9" w:rsidP="003668E9" w:rsidRDefault="003668E9" w14:paraId="1A73165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21957B90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5194CBDF" w14:textId="623FC4E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C2.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545DFD8E" w14:textId="437216C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was able to guide me in connecting the capstone project topics or activities with my professional development plan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34D51EB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6F08C63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3EA94DD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001B7EA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3668E9" w:rsidP="003668E9" w:rsidRDefault="003668E9" w14:paraId="39D7A9A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5F2B00A1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7EB21521" w14:textId="0ADFD5F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C3.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10E1A0AE" w14:textId="481F1A4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Adequate number of face-to-face/virtual meetings with my mentor were held to support me with the capstone project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3ADDF94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70B09F8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42E531F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6DB9EF6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3668E9" w:rsidP="003668E9" w:rsidRDefault="003668E9" w14:paraId="1121F7C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3333CDAD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0FC405F2" w14:textId="6C3FD13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C4.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6E24C624" w14:textId="6749E00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provided valuable guidance, advice, and expertise to support development of capstone project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13D239E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03034EA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30EDDF7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3668E9" w:rsidP="003668E9" w:rsidRDefault="003668E9" w14:paraId="30A2E74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3668E9" w:rsidP="003668E9" w:rsidRDefault="003668E9" w14:paraId="748F296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2633D461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3668E9" w:rsidP="003668E9" w:rsidRDefault="003668E9" w14:paraId="6566327F" w14:textId="18245D7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C5.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3668E9" w:rsidP="003668E9" w:rsidRDefault="003668E9" w14:paraId="1CAC2B60" w14:textId="4622477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 xml:space="preserve">My mentor was knowledgeable in the capstone project area 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1408B14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2C86D65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4BDA0C7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3668E9" w:rsidP="003668E9" w:rsidRDefault="003668E9" w14:paraId="071C2B6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3668E9" w:rsidP="003668E9" w:rsidRDefault="003668E9" w14:paraId="5EBA253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3668E9" w:rsidTr="0026001B" w14:paraId="2F3A48F2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5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3668E9" w:rsidP="003668E9" w:rsidRDefault="003668E9" w14:paraId="2D6755B2" w14:textId="701DB81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C6.</w:t>
            </w:r>
          </w:p>
        </w:tc>
        <w:tc>
          <w:tcPr>
            <w:tcW w:w="4850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3668E9" w:rsidR="003668E9" w:rsidP="003668E9" w:rsidRDefault="003668E9" w14:paraId="3D08213A" w14:textId="04179C7B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capstone </w:t>
            </w:r>
            <w:proofErr w:type="gramStart"/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project</w:t>
            </w:r>
            <w:proofErr w:type="gramEnd"/>
          </w:p>
          <w:p w:rsidRPr="0024060F" w:rsidR="003668E9" w:rsidP="003668E9" w:rsidRDefault="003668E9" w14:paraId="7BEF871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3668E9" w:rsidP="003668E9" w:rsidRDefault="003668E9" w14:paraId="704F59F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3B409A" w:rsidR="003668E9" w:rsidTr="00185944" w14:paraId="16F8344B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3B409A" w:rsidR="003668E9" w:rsidP="003668E9" w:rsidRDefault="003668E9" w14:paraId="6A0D3006" w14:textId="2CDBA8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3B409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D. Mentor-mentee relationship</w:t>
            </w:r>
          </w:p>
        </w:tc>
      </w:tr>
      <w:tr w:rsidRPr="007C63F3" w:rsidR="003668E9" w:rsidTr="0026001B" w14:paraId="313579D0" w14:textId="77777777">
        <w:trPr>
          <w:trHeight w:val="300"/>
        </w:trPr>
        <w:tc>
          <w:tcPr>
            <w:tcW w:w="3999" w:type="pct"/>
            <w:gridSpan w:val="9"/>
            <w:shd w:val="clear" w:color="auto" w:fill="auto"/>
            <w:hideMark/>
          </w:tcPr>
          <w:p w:rsidRPr="007C63F3" w:rsidR="003668E9" w:rsidP="003668E9" w:rsidRDefault="003668E9" w14:paraId="4AFADA1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001" w:type="pct"/>
            <w:gridSpan w:val="9"/>
            <w:shd w:val="clear" w:color="auto" w:fill="auto"/>
            <w:vAlign w:val="center"/>
            <w:hideMark/>
          </w:tcPr>
          <w:p w:rsidRPr="007C63F3" w:rsidR="003668E9" w:rsidP="003668E9" w:rsidRDefault="003668E9" w14:paraId="148E8592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3668E9" w:rsidDel="00D2454A" w:rsidP="003668E9" w:rsidRDefault="003668E9" w14:paraId="3AA6EF42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6001B" w:rsidTr="0026001B" w14:paraId="176B9A0C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6B8EFB4C" w14:textId="513733B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lastRenderedPageBreak/>
              <w:t>D1.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674B9189" w14:textId="4DC88F4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The mentor-mentee relationship was built on mutual respect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591B299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021719C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4B4519F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35032DA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0D3809" w:rsidP="000D3809" w:rsidRDefault="000D3809" w14:paraId="55FAF3E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42AFFAB4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16016985" w14:textId="222EA5A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D2.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4F39DEC5" w14:textId="7295332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I felt comfortable communicating openly with my mentor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7A24020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526EDE4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0251F68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1D6B5D6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0D3809" w:rsidP="000D3809" w:rsidRDefault="000D3809" w14:paraId="3AEA1EE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49E84922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24496923" w14:textId="60D96B2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D3.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2F532D12" w14:textId="0FF1030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created an environment conducive to learning and professional growth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24F4DEB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6110B76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595972C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57949C7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0D3809" w:rsidP="000D3809" w:rsidRDefault="000D3809" w14:paraId="7B42BA0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5C4EAFBB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6F4A710B" w14:textId="2C0EC69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15DFAF15" w14:textId="4DE46F0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provided constructive feedback in a non-judgemental manner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414C645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2AB126E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692F587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5860DB0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0D3809" w:rsidP="000D3809" w:rsidRDefault="000D3809" w14:paraId="16BFEF5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6E63CBE6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51B876D1" w14:textId="4F84754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D5.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2CB3209F" w14:textId="2792EEF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provided feedback in a timely manner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6EF72E6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1BBD146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3FC51A6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07937B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0D3809" w:rsidP="000D3809" w:rsidRDefault="000D3809" w14:paraId="3FE279B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3D2EFD9C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7431981D" w14:textId="4AE5737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D6.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2DA590BD" w14:textId="5F8B3C8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informed me of any changes in the schedule of meetings in a timely manner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43AE746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16B49A2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298A212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3327D43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0D3809" w:rsidP="000D3809" w:rsidRDefault="000D3809" w14:paraId="1A04975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04F1DB95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4EC42010" w14:textId="7B9DC58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D7.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550EF036" w14:textId="6EAFDEF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My mentor applied effort to support my learning and professional growth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39221EC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6D02DBD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21B84EA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0D3809" w:rsidP="000D3809" w:rsidRDefault="000D3809" w14:paraId="36AF03A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0D3809" w:rsidP="000D3809" w:rsidRDefault="000D3809" w14:paraId="732C48C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75C6E887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0D3809" w:rsidP="000D3809" w:rsidRDefault="000D3809" w14:paraId="4D81A763" w14:textId="6C09FE4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D8.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0D3809" w:rsidP="000D3809" w:rsidRDefault="000D3809" w14:paraId="01FF6D04" w14:textId="566DB5F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The mentor-mentee relationship was beneficial to both parties and should continue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3F05E31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5FE5720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005529E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0D3809" w:rsidP="000D3809" w:rsidRDefault="000D3809" w14:paraId="5E3539D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0D3809" w:rsidP="000D3809" w:rsidRDefault="000D3809" w14:paraId="3AF8CC6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0D3809" w:rsidTr="0026001B" w14:paraId="41D968F4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5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0D3809" w:rsidP="000D3809" w:rsidRDefault="000D3809" w14:paraId="6AD38411" w14:textId="078BEA4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D9.</w:t>
            </w:r>
          </w:p>
        </w:tc>
        <w:tc>
          <w:tcPr>
            <w:tcW w:w="4850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24060F" w:rsidR="000D3809" w:rsidP="000D3809" w:rsidRDefault="000D3809" w14:paraId="42A9640B" w14:textId="04757B83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mentor-mentee </w:t>
            </w:r>
            <w:proofErr w:type="gramStart"/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relationship</w:t>
            </w:r>
            <w:proofErr w:type="gramEnd"/>
          </w:p>
          <w:p w:rsidRPr="0024060F" w:rsidR="000D3809" w:rsidP="000D3809" w:rsidRDefault="000D3809" w14:paraId="776FD02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  <w:p w:rsidRPr="00D85A31" w:rsidR="000D3809" w:rsidP="000D3809" w:rsidRDefault="000D3809" w14:paraId="4F7E7849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3B409A" w:rsidR="000D3809" w:rsidTr="00185944" w14:paraId="1DF9197D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3B409A" w:rsidR="000D3809" w:rsidP="000D3809" w:rsidRDefault="000D3809" w14:paraId="4C9C29B6" w14:textId="12717F5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3B409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E. Self-reflection</w:t>
            </w:r>
          </w:p>
        </w:tc>
      </w:tr>
      <w:tr w:rsidRPr="007C63F3" w:rsidR="000D3809" w:rsidTr="0026001B" w14:paraId="72E950B1" w14:textId="77777777">
        <w:trPr>
          <w:trHeight w:val="300"/>
        </w:trPr>
        <w:tc>
          <w:tcPr>
            <w:tcW w:w="3999" w:type="pct"/>
            <w:gridSpan w:val="9"/>
            <w:shd w:val="clear" w:color="auto" w:fill="auto"/>
            <w:hideMark/>
          </w:tcPr>
          <w:p w:rsidRPr="007C63F3" w:rsidR="000D3809" w:rsidP="000D3809" w:rsidRDefault="000D3809" w14:paraId="7853993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001" w:type="pct"/>
            <w:gridSpan w:val="9"/>
            <w:shd w:val="clear" w:color="auto" w:fill="auto"/>
            <w:vAlign w:val="center"/>
            <w:hideMark/>
          </w:tcPr>
          <w:p w:rsidRPr="007C63F3" w:rsidR="000D3809" w:rsidP="000D3809" w:rsidRDefault="000D3809" w14:paraId="3A2AA848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0D3809" w:rsidDel="00D2454A" w:rsidP="000D3809" w:rsidRDefault="000D3809" w14:paraId="11869405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6001B" w:rsidTr="0026001B" w14:paraId="5493DA5B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26001B" w:rsidP="0026001B" w:rsidRDefault="0026001B" w14:paraId="7BC97E13" w14:textId="67C78B0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E1.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26001B" w:rsidP="0026001B" w:rsidRDefault="0026001B" w14:paraId="7BF68EC4" w14:textId="6D2DA15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Mentorship component helped me gain insights into my strengths and weaknesses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3CCFFCC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12201BD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74D96CA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542B646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26001B" w:rsidP="0026001B" w:rsidRDefault="0026001B" w14:paraId="1FB7430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6FBDA181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26001B" w:rsidP="0026001B" w:rsidRDefault="0026001B" w14:paraId="472CBB56" w14:textId="0A92CAD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E2.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26001B" w:rsidP="0026001B" w:rsidRDefault="0026001B" w14:paraId="1A1BA9C3" w14:textId="3C7B698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Mentorship component encouraged me to reflect on my professional goals and aspirations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324C575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35BE57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623949B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4ACE2A6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26001B" w:rsidP="0026001B" w:rsidRDefault="0026001B" w14:paraId="623D965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06577A6C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26001B" w:rsidP="0026001B" w:rsidRDefault="0026001B" w14:paraId="58E9D583" w14:textId="658B28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E3.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26001B" w:rsidP="0026001B" w:rsidRDefault="0026001B" w14:paraId="1DB0E1FA" w14:textId="269C5CA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The feedback from my mentor helped me make informed decisions about my learning and professional development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25D9F01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34DB712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6190A8C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05A6C7D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26001B" w:rsidP="0026001B" w:rsidRDefault="0026001B" w14:paraId="6A4C25E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7E242AF7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26001B" w:rsidP="0026001B" w:rsidRDefault="0026001B" w14:paraId="28627BCD" w14:textId="579C7E4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E4.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26001B" w:rsidP="0026001B" w:rsidRDefault="0026001B" w14:paraId="6534347F" w14:textId="29A5B91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 xml:space="preserve">Together with the mentor we regularly reviewed mentoring work plan 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1ECEE1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01BB296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042F6F7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2AD4F4E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26001B" w:rsidP="0026001B" w:rsidRDefault="0026001B" w14:paraId="46C4920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29F9DD6A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26001B" w:rsidP="0026001B" w:rsidRDefault="0026001B" w14:paraId="650030BD" w14:textId="55BBA4B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E5.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26001B" w:rsidP="0026001B" w:rsidRDefault="0026001B" w14:paraId="535AA2A4" w14:textId="1AABD5A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I have achieved the objectives as defined in the mentee personal development plan or any other related document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571E619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4391D86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4D27FAB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  <w:hideMark/>
          </w:tcPr>
          <w:p w:rsidRPr="007C63F3" w:rsidR="0026001B" w:rsidP="0026001B" w:rsidRDefault="0026001B" w14:paraId="11CA8F7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Pr="007C63F3" w:rsidR="0026001B" w:rsidP="0026001B" w:rsidRDefault="0026001B" w14:paraId="22EE45D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4D9E2D24" w14:textId="77777777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:rsidRPr="007C63F3" w:rsidR="0026001B" w:rsidP="0026001B" w:rsidRDefault="0026001B" w14:paraId="71AFE799" w14:textId="4D2F5BB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E6.</w:t>
            </w:r>
          </w:p>
        </w:tc>
        <w:tc>
          <w:tcPr>
            <w:tcW w:w="3848" w:type="pct"/>
            <w:gridSpan w:val="8"/>
            <w:shd w:val="clear" w:color="auto" w:fill="auto"/>
            <w:vAlign w:val="center"/>
          </w:tcPr>
          <w:p w:rsidRPr="007C63F3" w:rsidR="0026001B" w:rsidP="0026001B" w:rsidRDefault="0026001B" w14:paraId="0454CC5A" w14:textId="2CDDD68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I feel more confident in my professional abilities after mentoring sessions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44303E3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09D05D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19A7E7C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00" w:type="pct"/>
            <w:gridSpan w:val="2"/>
            <w:shd w:val="clear" w:color="auto" w:fill="auto"/>
            <w:vAlign w:val="center"/>
          </w:tcPr>
          <w:p w:rsidRPr="007C63F3" w:rsidR="0026001B" w:rsidP="0026001B" w:rsidRDefault="0026001B" w14:paraId="5972D2B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Pr="007C63F3" w:rsidR="0026001B" w:rsidP="0026001B" w:rsidRDefault="0026001B" w14:paraId="250BB7F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6001B" w:rsidTr="0026001B" w14:paraId="2C7CD5B4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5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26001B" w:rsidP="0026001B" w:rsidRDefault="0026001B" w14:paraId="48369BD0" w14:textId="4B9132E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lastRenderedPageBreak/>
              <w:t>E7.</w:t>
            </w:r>
          </w:p>
        </w:tc>
        <w:tc>
          <w:tcPr>
            <w:tcW w:w="4850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24060F" w:rsidR="0026001B" w:rsidP="0026001B" w:rsidRDefault="0026001B" w14:paraId="1C59C59F" w14:textId="14BF7B71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Other remarks related to self-reflection (you can for instance comment on the sector to which your mentor is affiliated: do you think it was helpful to have a mentor from your own sector or from a different sector, why, etc.)</w:t>
            </w:r>
          </w:p>
          <w:p w:rsidRPr="0024060F" w:rsidR="0026001B" w:rsidP="0026001B" w:rsidRDefault="0026001B" w14:paraId="3AFF1D1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26001B" w:rsidP="0026001B" w:rsidRDefault="0026001B" w14:paraId="72045D5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3B409A" w:rsidR="0026001B" w:rsidTr="008F43A9" w14:paraId="558414EF" w14:textId="77777777">
        <w:tc>
          <w:tcPr>
            <w:tcW w:w="5000" w:type="pct"/>
            <w:gridSpan w:val="18"/>
            <w:shd w:val="clear" w:color="auto" w:fill="F2F2F2" w:themeFill="background1" w:themeFillShade="F2"/>
            <w:hideMark/>
          </w:tcPr>
          <w:p w:rsidRPr="003B409A" w:rsidR="0026001B" w:rsidP="0026001B" w:rsidRDefault="0026001B" w14:paraId="2DA607C0" w14:textId="345428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3B409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F. General evaluation</w:t>
            </w:r>
          </w:p>
        </w:tc>
      </w:tr>
      <w:tr w:rsidRPr="0024060F" w:rsidR="0026001B" w:rsidTr="0026001B" w14:paraId="262EBED7" w14:textId="77777777">
        <w:tc>
          <w:tcPr>
            <w:tcW w:w="2559" w:type="pct"/>
            <w:gridSpan w:val="3"/>
            <w:shd w:val="clear" w:color="auto" w:fill="auto"/>
            <w:hideMark/>
          </w:tcPr>
          <w:p w:rsidRPr="0024060F" w:rsidR="0026001B" w:rsidP="0026001B" w:rsidRDefault="0026001B" w14:paraId="4723F9E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2441" w:type="pct"/>
            <w:gridSpan w:val="15"/>
            <w:shd w:val="clear" w:color="auto" w:fill="auto"/>
            <w:vAlign w:val="center"/>
            <w:hideMark/>
          </w:tcPr>
          <w:p w:rsidRPr="0024060F" w:rsidR="0026001B" w:rsidP="0026001B" w:rsidRDefault="0026001B" w14:paraId="4A36EE08" w14:textId="72441651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</w:p>
          <w:p w:rsidRPr="0024060F" w:rsidR="0026001B" w:rsidP="0026001B" w:rsidRDefault="0026001B" w14:paraId="38567DF3" w14:textId="1318F611">
            <w:pPr>
              <w:spacing w:before="0" w:after="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1: Extremely dissatisfied </w:t>
            </w:r>
            <w:r w:rsidRPr="00FF140C">
              <w:rPr>
                <w:rFonts w:ascii="Wingdings" w:hAnsi="Wingdings" w:eastAsia="Wingdings" w:cs="Wingdings"/>
                <w:sz w:val="18"/>
                <w:szCs w:val="18"/>
                <w:lang w:eastAsia="en-GB"/>
              </w:rPr>
              <w:t>à</w:t>
            </w:r>
            <w:r w:rsidRPr="0024060F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Extremely satisfied: 10</w:t>
            </w:r>
          </w:p>
          <w:p w:rsidRPr="0024060F" w:rsidR="0026001B" w:rsidP="0026001B" w:rsidRDefault="0026001B" w14:paraId="692AB35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24060F" w:rsidR="0026001B" w:rsidTr="002645E6" w14:paraId="44DBA488" w14:textId="77777777">
        <w:tc>
          <w:tcPr>
            <w:tcW w:w="157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6A5BF45A" w14:textId="66C9CEB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F1. </w:t>
            </w:r>
          </w:p>
        </w:tc>
        <w:tc>
          <w:tcPr>
            <w:tcW w:w="2402" w:type="pct"/>
            <w:shd w:val="clear" w:color="auto" w:fill="auto"/>
            <w:vAlign w:val="center"/>
          </w:tcPr>
          <w:p w:rsidRPr="0024060F" w:rsidR="0026001B" w:rsidP="0026001B" w:rsidRDefault="0026001B" w14:paraId="64BA0E04" w14:textId="4098053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/>
              </w:rPr>
              <w:t>The mentor was a good match based on personal and professional goals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50B889D1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528BF303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5DF69CFE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58F1B37C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4B7F7583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73CBF7C8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6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72EDA1A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215F500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8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608DAD40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9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363C5D7F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10</w:t>
            </w:r>
          </w:p>
        </w:tc>
      </w:tr>
      <w:tr w:rsidRPr="0024060F" w:rsidR="0026001B" w:rsidTr="002645E6" w14:paraId="3F3CDD20" w14:textId="77777777">
        <w:tc>
          <w:tcPr>
            <w:tcW w:w="157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4FBDE5FA" w14:textId="1A3947E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F2.</w:t>
            </w:r>
          </w:p>
        </w:tc>
        <w:tc>
          <w:tcPr>
            <w:tcW w:w="2402" w:type="pct"/>
            <w:shd w:val="clear" w:color="auto" w:fill="auto"/>
            <w:vAlign w:val="center"/>
          </w:tcPr>
          <w:p w:rsidRPr="0024060F" w:rsidR="0026001B" w:rsidP="0026001B" w:rsidRDefault="0026001B" w14:paraId="432C7B5E" w14:textId="14E6F4A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What is your overall satisfaction with the Mentorship component?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1C858CEF" w14:textId="34B41316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4A7C60C0" w14:textId="7B4D1478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20987ADF" w14:textId="57174BDC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14AE7DAE" w14:textId="33C611F6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24060F" w:rsidR="0026001B" w:rsidP="0026001B" w:rsidRDefault="0026001B" w14:paraId="05182653" w14:textId="50ABD871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0A82F4C7" w14:textId="6B9B4B3A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6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5CF539BA" w14:textId="3FA1EAA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46B480B1" w14:textId="41B3E8CD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8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15B9E444" w14:textId="2DF6DC09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9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24060F" w:rsidR="0026001B" w:rsidP="0026001B" w:rsidRDefault="0026001B" w14:paraId="1776AFA4" w14:textId="72641DC2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10</w:t>
            </w:r>
          </w:p>
        </w:tc>
      </w:tr>
      <w:tr w:rsidRPr="0024060F" w:rsidR="0026001B" w:rsidTr="002645E6" w14:paraId="200CE2EF" w14:textId="77777777">
        <w:tc>
          <w:tcPr>
            <w:tcW w:w="157" w:type="pct"/>
            <w:gridSpan w:val="2"/>
            <w:shd w:val="clear" w:color="auto" w:fill="auto"/>
          </w:tcPr>
          <w:p w:rsidRPr="0024060F" w:rsidR="0026001B" w:rsidP="0026001B" w:rsidRDefault="0026001B" w14:paraId="3943D59D" w14:textId="230DD87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lang w:eastAsia="en-GB"/>
              </w:rPr>
              <w:t>F3.</w:t>
            </w:r>
          </w:p>
        </w:tc>
        <w:tc>
          <w:tcPr>
            <w:tcW w:w="4843" w:type="pct"/>
            <w:gridSpan w:val="16"/>
            <w:shd w:val="clear" w:color="auto" w:fill="auto"/>
            <w:vAlign w:val="center"/>
          </w:tcPr>
          <w:p w:rsidRPr="0024060F" w:rsidR="0026001B" w:rsidP="0026001B" w:rsidRDefault="0026001B" w14:paraId="7A66CA90" w14:textId="155EB93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4060F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Please provide overall comments, suggestions, recommendations, and points for improvement of the mentoring component</w:t>
            </w:r>
          </w:p>
          <w:p w:rsidRPr="0024060F" w:rsidR="0026001B" w:rsidP="0026001B" w:rsidRDefault="0026001B" w14:paraId="4BE01C3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  <w:p w:rsidRPr="0024060F" w:rsidR="0026001B" w:rsidP="0026001B" w:rsidRDefault="0026001B" w14:paraId="6FA82128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</w:tc>
      </w:tr>
    </w:tbl>
    <w:p w:rsidRPr="0024060F" w:rsidR="002F6808" w:rsidP="2D8209EC" w:rsidRDefault="002F6808" w14:paraId="535457C7" w14:textId="707E344F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2D8209EC" w:rsidR="002F6808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2D8209EC" w:rsidR="6C02E95E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24060F" w:rsidR="002F6808" w:rsidSect="00C847F4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090A" w:rsidP="004F624B" w:rsidRDefault="00F1090A" w14:paraId="047C251F" w14:textId="77777777">
      <w:pPr>
        <w:spacing w:after="0" w:line="240" w:lineRule="auto"/>
      </w:pPr>
      <w:r>
        <w:separator/>
      </w:r>
    </w:p>
  </w:endnote>
  <w:endnote w:type="continuationSeparator" w:id="0">
    <w:p w:rsidR="00F1090A" w:rsidP="004F624B" w:rsidRDefault="00F1090A" w14:paraId="4972FECD" w14:textId="77777777">
      <w:pPr>
        <w:spacing w:after="0" w:line="240" w:lineRule="auto"/>
      </w:pPr>
      <w:r>
        <w:continuationSeparator/>
      </w:r>
    </w:p>
  </w:endnote>
  <w:endnote w:type="continuationNotice" w:id="1">
    <w:p w:rsidR="00F1090A" w:rsidRDefault="00F1090A" w14:paraId="035FD2A3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000BA" w:rsidR="00FD56E6" w:rsidP="006F681F" w:rsidRDefault="006E7AF4" w14:paraId="482F11EE" w14:textId="268AA7FD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Mentee</w:t>
    </w:r>
    <w:r w:rsidR="00B72A38">
      <w:rPr>
        <w:sz w:val="20"/>
        <w:szCs w:val="20"/>
      </w:rPr>
      <w:t xml:space="preserve"> </w:t>
    </w:r>
    <w:r w:rsidR="00670266">
      <w:rPr>
        <w:sz w:val="20"/>
        <w:szCs w:val="20"/>
      </w:rPr>
      <w:t>Final</w:t>
    </w:r>
    <w:r>
      <w:rPr>
        <w:sz w:val="20"/>
        <w:szCs w:val="20"/>
      </w:rPr>
      <w:t xml:space="preserve"> Mentoring</w:t>
    </w:r>
    <w:r w:rsidR="009F7513">
      <w:rPr>
        <w:sz w:val="20"/>
        <w:szCs w:val="20"/>
      </w:rPr>
      <w:t xml:space="preserve"> Evaluation Form</w:t>
    </w:r>
    <w:r w:rsidRPr="003000BA" w:rsidR="00FD56E6">
      <w:rPr>
        <w:sz w:val="20"/>
        <w:szCs w:val="20"/>
      </w:rPr>
      <w:tab/>
    </w:r>
    <w:r w:rsidRPr="003000BA" w:rsidR="00FD56E6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Pr="003000BA" w:rsidR="00FD56E6">
      <w:rPr>
        <w:sz w:val="20"/>
        <w:szCs w:val="20"/>
      </w:rPr>
      <w:fldChar w:fldCharType="begin"/>
    </w:r>
    <w:r w:rsidRPr="003000BA" w:rsidR="00FD56E6">
      <w:rPr>
        <w:sz w:val="20"/>
        <w:szCs w:val="20"/>
      </w:rPr>
      <w:instrText xml:space="preserve"> PAGE   \* MERGEFORMAT </w:instrText>
    </w:r>
    <w:r w:rsidRPr="003000BA" w:rsidR="00FD56E6">
      <w:rPr>
        <w:sz w:val="20"/>
        <w:szCs w:val="20"/>
      </w:rPr>
      <w:fldChar w:fldCharType="separate"/>
    </w:r>
    <w:r w:rsidR="00312F4B">
      <w:rPr>
        <w:noProof/>
        <w:sz w:val="20"/>
        <w:szCs w:val="20"/>
      </w:rPr>
      <w:t>1</w:t>
    </w:r>
    <w:r w:rsidRPr="003000BA" w:rsidR="00FD56E6">
      <w:rPr>
        <w:sz w:val="20"/>
        <w:szCs w:val="20"/>
      </w:rPr>
      <w:fldChar w:fldCharType="end"/>
    </w:r>
    <w:r w:rsidRPr="003000BA" w:rsidR="00FD56E6">
      <w:rPr>
        <w:sz w:val="20"/>
        <w:szCs w:val="20"/>
      </w:rPr>
      <w:t>/</w:t>
    </w:r>
    <w:r w:rsidRPr="003000BA" w:rsidR="00FD56E6">
      <w:rPr>
        <w:sz w:val="20"/>
        <w:szCs w:val="20"/>
      </w:rPr>
      <w:fldChar w:fldCharType="begin"/>
    </w:r>
    <w:r w:rsidRPr="003000BA" w:rsidR="00FD56E6">
      <w:rPr>
        <w:sz w:val="20"/>
        <w:szCs w:val="20"/>
      </w:rPr>
      <w:instrText xml:space="preserve"> NUMPAGES   \* MERGEFORMAT </w:instrText>
    </w:r>
    <w:r w:rsidRPr="003000BA" w:rsidR="00FD56E6">
      <w:rPr>
        <w:sz w:val="20"/>
        <w:szCs w:val="20"/>
      </w:rPr>
      <w:fldChar w:fldCharType="separate"/>
    </w:r>
    <w:r w:rsidR="00312F4B">
      <w:rPr>
        <w:noProof/>
        <w:sz w:val="20"/>
        <w:szCs w:val="20"/>
      </w:rPr>
      <w:t>1</w:t>
    </w:r>
    <w:r w:rsidRPr="003000BA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090A" w:rsidP="004F624B" w:rsidRDefault="00F1090A" w14:paraId="70ECEE86" w14:textId="77777777">
      <w:pPr>
        <w:spacing w:after="0" w:line="240" w:lineRule="auto"/>
      </w:pPr>
      <w:r>
        <w:separator/>
      </w:r>
    </w:p>
  </w:footnote>
  <w:footnote w:type="continuationSeparator" w:id="0">
    <w:p w:rsidR="00F1090A" w:rsidP="004F624B" w:rsidRDefault="00F1090A" w14:paraId="02DFE035" w14:textId="77777777">
      <w:pPr>
        <w:spacing w:after="0" w:line="240" w:lineRule="auto"/>
      </w:pPr>
      <w:r>
        <w:continuationSeparator/>
      </w:r>
    </w:p>
  </w:footnote>
  <w:footnote w:type="continuationNotice" w:id="1">
    <w:p w:rsidR="00F1090A" w:rsidRDefault="00F1090A" w14:paraId="2995093A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DF42FB" w14:paraId="16CF2170" w14:textId="07FEE667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2EC6470F" wp14:editId="07A0E3FE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3A72A1"/>
    <w:multiLevelType w:val="hybridMultilevel"/>
    <w:tmpl w:val="C1CE7AA4"/>
    <w:lvl w:ilvl="0" w:tplc="D72EB2E0">
      <w:start w:val="1"/>
      <w:numFmt w:val="upperLetter"/>
      <w:lvlText w:val="%1."/>
      <w:lvlJc w:val="left"/>
      <w:pPr>
        <w:ind w:left="720" w:hanging="360"/>
      </w:pPr>
      <w:rPr>
        <w:rFonts w:hint="default" w:ascii="Calibri Light" w:hAnsi="Calibri Light" w:cs="Calibri Light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60BA7"/>
    <w:multiLevelType w:val="multilevel"/>
    <w:tmpl w:val="ED36B5BC"/>
    <w:numStyleLink w:val="ListBullets"/>
  </w:abstractNum>
  <w:abstractNum w:abstractNumId="12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3B0818"/>
    <w:multiLevelType w:val="multilevel"/>
    <w:tmpl w:val="ED36B5BC"/>
    <w:numStyleLink w:val="ListBullets"/>
  </w:abstractNum>
  <w:abstractNum w:abstractNumId="14" w15:restartNumberingAfterBreak="0">
    <w:nsid w:val="35303360"/>
    <w:multiLevelType w:val="multilevel"/>
    <w:tmpl w:val="ED36B5BC"/>
    <w:numStyleLink w:val="ListBullets"/>
  </w:abstractNum>
  <w:abstractNum w:abstractNumId="15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66B010F"/>
    <w:multiLevelType w:val="multilevel"/>
    <w:tmpl w:val="ED36B5BC"/>
    <w:numStyleLink w:val="ListBullets"/>
  </w:abstractNum>
  <w:abstractNum w:abstractNumId="22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3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C91FE3"/>
    <w:multiLevelType w:val="multilevel"/>
    <w:tmpl w:val="ED36B5BC"/>
    <w:numStyleLink w:val="ListBullets"/>
  </w:abstractNum>
  <w:abstractNum w:abstractNumId="25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1685181">
    <w:abstractNumId w:val="25"/>
  </w:num>
  <w:num w:numId="2" w16cid:durableId="722101115">
    <w:abstractNumId w:val="8"/>
  </w:num>
  <w:num w:numId="3" w16cid:durableId="1487472148">
    <w:abstractNumId w:val="3"/>
  </w:num>
  <w:num w:numId="4" w16cid:durableId="2110350244">
    <w:abstractNumId w:val="2"/>
  </w:num>
  <w:num w:numId="5" w16cid:durableId="2107771358">
    <w:abstractNumId w:val="1"/>
  </w:num>
  <w:num w:numId="6" w16cid:durableId="1834762857">
    <w:abstractNumId w:val="0"/>
  </w:num>
  <w:num w:numId="7" w16cid:durableId="645671817">
    <w:abstractNumId w:val="9"/>
  </w:num>
  <w:num w:numId="8" w16cid:durableId="1798449036">
    <w:abstractNumId w:val="7"/>
  </w:num>
  <w:num w:numId="9" w16cid:durableId="1059593271">
    <w:abstractNumId w:val="6"/>
  </w:num>
  <w:num w:numId="10" w16cid:durableId="1671441392">
    <w:abstractNumId w:val="5"/>
  </w:num>
  <w:num w:numId="11" w16cid:durableId="1753233589">
    <w:abstractNumId w:val="4"/>
  </w:num>
  <w:num w:numId="12" w16cid:durableId="491069098">
    <w:abstractNumId w:val="15"/>
  </w:num>
  <w:num w:numId="13" w16cid:durableId="1087120959">
    <w:abstractNumId w:val="26"/>
  </w:num>
  <w:num w:numId="14" w16cid:durableId="1695032325">
    <w:abstractNumId w:val="17"/>
  </w:num>
  <w:num w:numId="15" w16cid:durableId="582760915">
    <w:abstractNumId w:val="22"/>
  </w:num>
  <w:num w:numId="16" w16cid:durableId="1243490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34759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6668916">
    <w:abstractNumId w:val="16"/>
  </w:num>
  <w:num w:numId="19" w16cid:durableId="1816993488">
    <w:abstractNumId w:val="18"/>
  </w:num>
  <w:num w:numId="20" w16cid:durableId="577908730">
    <w:abstractNumId w:val="12"/>
  </w:num>
  <w:num w:numId="21" w16cid:durableId="611089482">
    <w:abstractNumId w:val="23"/>
  </w:num>
  <w:num w:numId="22" w16cid:durableId="1505899944">
    <w:abstractNumId w:val="19"/>
  </w:num>
  <w:num w:numId="23" w16cid:durableId="757753699">
    <w:abstractNumId w:val="28"/>
  </w:num>
  <w:num w:numId="24" w16cid:durableId="1607928855">
    <w:abstractNumId w:val="20"/>
  </w:num>
  <w:num w:numId="25" w16cid:durableId="1461145774">
    <w:abstractNumId w:val="24"/>
  </w:num>
  <w:num w:numId="26" w16cid:durableId="1575626574">
    <w:abstractNumId w:val="21"/>
  </w:num>
  <w:num w:numId="27" w16cid:durableId="797990172">
    <w:abstractNumId w:val="11"/>
  </w:num>
  <w:num w:numId="28" w16cid:durableId="1218205613">
    <w:abstractNumId w:val="13"/>
  </w:num>
  <w:num w:numId="29" w16cid:durableId="1578128663">
    <w:abstractNumId w:val="14"/>
  </w:num>
  <w:num w:numId="30" w16cid:durableId="2102215352">
    <w:abstractNumId w:val="10"/>
  </w:num>
  <w:num w:numId="31" w16cid:durableId="13832924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6B0B"/>
    <w:rsid w:val="00017CB6"/>
    <w:rsid w:val="000212FB"/>
    <w:rsid w:val="00023768"/>
    <w:rsid w:val="000253E0"/>
    <w:rsid w:val="00031D57"/>
    <w:rsid w:val="000344F9"/>
    <w:rsid w:val="000402D8"/>
    <w:rsid w:val="00046C1B"/>
    <w:rsid w:val="0005012B"/>
    <w:rsid w:val="000505A4"/>
    <w:rsid w:val="00051677"/>
    <w:rsid w:val="00052BDB"/>
    <w:rsid w:val="00052E5A"/>
    <w:rsid w:val="00054422"/>
    <w:rsid w:val="00055C30"/>
    <w:rsid w:val="000630D9"/>
    <w:rsid w:val="00064B35"/>
    <w:rsid w:val="00067887"/>
    <w:rsid w:val="00070B61"/>
    <w:rsid w:val="0007412A"/>
    <w:rsid w:val="0007433D"/>
    <w:rsid w:val="00076020"/>
    <w:rsid w:val="00086204"/>
    <w:rsid w:val="00086A3A"/>
    <w:rsid w:val="000874D9"/>
    <w:rsid w:val="000A0B1C"/>
    <w:rsid w:val="000A2FC9"/>
    <w:rsid w:val="000A6B6F"/>
    <w:rsid w:val="000B23FA"/>
    <w:rsid w:val="000B4F64"/>
    <w:rsid w:val="000B65E7"/>
    <w:rsid w:val="000B6654"/>
    <w:rsid w:val="000C1688"/>
    <w:rsid w:val="000C3BBF"/>
    <w:rsid w:val="000C702E"/>
    <w:rsid w:val="000D0C09"/>
    <w:rsid w:val="000D3809"/>
    <w:rsid w:val="000D515F"/>
    <w:rsid w:val="000D634C"/>
    <w:rsid w:val="000E65A9"/>
    <w:rsid w:val="000E7CA9"/>
    <w:rsid w:val="000F41B8"/>
    <w:rsid w:val="0010688E"/>
    <w:rsid w:val="00107A58"/>
    <w:rsid w:val="00110A0A"/>
    <w:rsid w:val="00111400"/>
    <w:rsid w:val="00112E60"/>
    <w:rsid w:val="00114AAC"/>
    <w:rsid w:val="00127F59"/>
    <w:rsid w:val="00131266"/>
    <w:rsid w:val="001325B6"/>
    <w:rsid w:val="00133309"/>
    <w:rsid w:val="001336E7"/>
    <w:rsid w:val="00134653"/>
    <w:rsid w:val="00136358"/>
    <w:rsid w:val="00136C60"/>
    <w:rsid w:val="00143B28"/>
    <w:rsid w:val="001469C5"/>
    <w:rsid w:val="00151F88"/>
    <w:rsid w:val="00157B65"/>
    <w:rsid w:val="00161827"/>
    <w:rsid w:val="00166D7D"/>
    <w:rsid w:val="0016702B"/>
    <w:rsid w:val="00167851"/>
    <w:rsid w:val="001718F8"/>
    <w:rsid w:val="00172583"/>
    <w:rsid w:val="00172B6E"/>
    <w:rsid w:val="00172C50"/>
    <w:rsid w:val="00175EA8"/>
    <w:rsid w:val="00182995"/>
    <w:rsid w:val="00182E59"/>
    <w:rsid w:val="00184E83"/>
    <w:rsid w:val="0019052F"/>
    <w:rsid w:val="00190F3D"/>
    <w:rsid w:val="00192AEC"/>
    <w:rsid w:val="0019617F"/>
    <w:rsid w:val="001A03E0"/>
    <w:rsid w:val="001A2724"/>
    <w:rsid w:val="001A6B61"/>
    <w:rsid w:val="001A6E38"/>
    <w:rsid w:val="001A713B"/>
    <w:rsid w:val="001B29A6"/>
    <w:rsid w:val="001B3BC4"/>
    <w:rsid w:val="001B45B7"/>
    <w:rsid w:val="001B616B"/>
    <w:rsid w:val="001C3330"/>
    <w:rsid w:val="001C6DEA"/>
    <w:rsid w:val="001D0043"/>
    <w:rsid w:val="001D1E06"/>
    <w:rsid w:val="001D268C"/>
    <w:rsid w:val="001D6996"/>
    <w:rsid w:val="001E029B"/>
    <w:rsid w:val="001E3755"/>
    <w:rsid w:val="001E3E47"/>
    <w:rsid w:val="00200254"/>
    <w:rsid w:val="00200AA8"/>
    <w:rsid w:val="002071A3"/>
    <w:rsid w:val="00210D78"/>
    <w:rsid w:val="0021260D"/>
    <w:rsid w:val="00215318"/>
    <w:rsid w:val="00217876"/>
    <w:rsid w:val="00231181"/>
    <w:rsid w:val="002345B2"/>
    <w:rsid w:val="0024060F"/>
    <w:rsid w:val="00244714"/>
    <w:rsid w:val="002550C6"/>
    <w:rsid w:val="0026001B"/>
    <w:rsid w:val="002645E6"/>
    <w:rsid w:val="002659C4"/>
    <w:rsid w:val="00272439"/>
    <w:rsid w:val="00275C33"/>
    <w:rsid w:val="00290CF0"/>
    <w:rsid w:val="002A261D"/>
    <w:rsid w:val="002A27FE"/>
    <w:rsid w:val="002A430E"/>
    <w:rsid w:val="002A6296"/>
    <w:rsid w:val="002B0BD3"/>
    <w:rsid w:val="002B2881"/>
    <w:rsid w:val="002B4801"/>
    <w:rsid w:val="002B6D91"/>
    <w:rsid w:val="002C37AA"/>
    <w:rsid w:val="002D1830"/>
    <w:rsid w:val="002D18B3"/>
    <w:rsid w:val="002D2961"/>
    <w:rsid w:val="002E19DC"/>
    <w:rsid w:val="002E64E0"/>
    <w:rsid w:val="002F6808"/>
    <w:rsid w:val="003000BA"/>
    <w:rsid w:val="00302259"/>
    <w:rsid w:val="00311EC8"/>
    <w:rsid w:val="00312500"/>
    <w:rsid w:val="00312F4B"/>
    <w:rsid w:val="0031351F"/>
    <w:rsid w:val="0031700C"/>
    <w:rsid w:val="00320007"/>
    <w:rsid w:val="00324330"/>
    <w:rsid w:val="00327265"/>
    <w:rsid w:val="00331BA4"/>
    <w:rsid w:val="00331D25"/>
    <w:rsid w:val="00332A6C"/>
    <w:rsid w:val="00332DEB"/>
    <w:rsid w:val="00333663"/>
    <w:rsid w:val="003463DA"/>
    <w:rsid w:val="00346AD2"/>
    <w:rsid w:val="00350662"/>
    <w:rsid w:val="00354BEC"/>
    <w:rsid w:val="003561EF"/>
    <w:rsid w:val="00361FCC"/>
    <w:rsid w:val="003668E9"/>
    <w:rsid w:val="0037279A"/>
    <w:rsid w:val="003760AE"/>
    <w:rsid w:val="00390AD6"/>
    <w:rsid w:val="003933ED"/>
    <w:rsid w:val="00394138"/>
    <w:rsid w:val="00394314"/>
    <w:rsid w:val="00396223"/>
    <w:rsid w:val="00397C34"/>
    <w:rsid w:val="003A0DFF"/>
    <w:rsid w:val="003A2A3A"/>
    <w:rsid w:val="003B409A"/>
    <w:rsid w:val="003B76C5"/>
    <w:rsid w:val="003C4483"/>
    <w:rsid w:val="003C60A7"/>
    <w:rsid w:val="003D0076"/>
    <w:rsid w:val="003D129F"/>
    <w:rsid w:val="003D6D55"/>
    <w:rsid w:val="003D78FC"/>
    <w:rsid w:val="003E40B8"/>
    <w:rsid w:val="003E52B5"/>
    <w:rsid w:val="003F2BE1"/>
    <w:rsid w:val="003F2CBE"/>
    <w:rsid w:val="00400FA8"/>
    <w:rsid w:val="00404274"/>
    <w:rsid w:val="00406509"/>
    <w:rsid w:val="00407750"/>
    <w:rsid w:val="00414206"/>
    <w:rsid w:val="00417778"/>
    <w:rsid w:val="0042183E"/>
    <w:rsid w:val="004221EE"/>
    <w:rsid w:val="00427E9A"/>
    <w:rsid w:val="00430AD2"/>
    <w:rsid w:val="00432CF2"/>
    <w:rsid w:val="00435EA6"/>
    <w:rsid w:val="004411E6"/>
    <w:rsid w:val="00441B42"/>
    <w:rsid w:val="00443A0F"/>
    <w:rsid w:val="0044449D"/>
    <w:rsid w:val="00447C17"/>
    <w:rsid w:val="0045087B"/>
    <w:rsid w:val="00453ACA"/>
    <w:rsid w:val="00454896"/>
    <w:rsid w:val="0047073C"/>
    <w:rsid w:val="00471C18"/>
    <w:rsid w:val="0047353F"/>
    <w:rsid w:val="0047656F"/>
    <w:rsid w:val="004777D3"/>
    <w:rsid w:val="004851BD"/>
    <w:rsid w:val="00490BAD"/>
    <w:rsid w:val="004A08B5"/>
    <w:rsid w:val="004A107C"/>
    <w:rsid w:val="004A1871"/>
    <w:rsid w:val="004A50D1"/>
    <w:rsid w:val="004A5587"/>
    <w:rsid w:val="004B33F8"/>
    <w:rsid w:val="004B4A0A"/>
    <w:rsid w:val="004B5044"/>
    <w:rsid w:val="004B5C70"/>
    <w:rsid w:val="004B78D1"/>
    <w:rsid w:val="004B7C67"/>
    <w:rsid w:val="004C4DDB"/>
    <w:rsid w:val="004C6218"/>
    <w:rsid w:val="004D4911"/>
    <w:rsid w:val="004D4C45"/>
    <w:rsid w:val="004D7AF8"/>
    <w:rsid w:val="004E065A"/>
    <w:rsid w:val="004F4B65"/>
    <w:rsid w:val="004F624B"/>
    <w:rsid w:val="00501AC4"/>
    <w:rsid w:val="005034B6"/>
    <w:rsid w:val="005068C7"/>
    <w:rsid w:val="00507CBE"/>
    <w:rsid w:val="00510DE1"/>
    <w:rsid w:val="00510FBD"/>
    <w:rsid w:val="00512DAF"/>
    <w:rsid w:val="00515EF9"/>
    <w:rsid w:val="00521F84"/>
    <w:rsid w:val="00524A20"/>
    <w:rsid w:val="00526026"/>
    <w:rsid w:val="00536F96"/>
    <w:rsid w:val="00546B78"/>
    <w:rsid w:val="005504B2"/>
    <w:rsid w:val="00551184"/>
    <w:rsid w:val="00556613"/>
    <w:rsid w:val="00556FDA"/>
    <w:rsid w:val="00562F7E"/>
    <w:rsid w:val="00564E4D"/>
    <w:rsid w:val="005670DC"/>
    <w:rsid w:val="00567655"/>
    <w:rsid w:val="005745F2"/>
    <w:rsid w:val="00574C98"/>
    <w:rsid w:val="0057507D"/>
    <w:rsid w:val="00576C91"/>
    <w:rsid w:val="00576D87"/>
    <w:rsid w:val="00593844"/>
    <w:rsid w:val="005A1E9C"/>
    <w:rsid w:val="005A622B"/>
    <w:rsid w:val="005B5034"/>
    <w:rsid w:val="005B518A"/>
    <w:rsid w:val="005B733B"/>
    <w:rsid w:val="005C15EC"/>
    <w:rsid w:val="005C19B6"/>
    <w:rsid w:val="005C6EBD"/>
    <w:rsid w:val="005D12C3"/>
    <w:rsid w:val="005D4E2B"/>
    <w:rsid w:val="005E362C"/>
    <w:rsid w:val="005E5FCB"/>
    <w:rsid w:val="005E798A"/>
    <w:rsid w:val="005F4C69"/>
    <w:rsid w:val="005F61B5"/>
    <w:rsid w:val="005F78F1"/>
    <w:rsid w:val="005F7AA2"/>
    <w:rsid w:val="00603264"/>
    <w:rsid w:val="006128B8"/>
    <w:rsid w:val="00612CD2"/>
    <w:rsid w:val="006170DE"/>
    <w:rsid w:val="0062370B"/>
    <w:rsid w:val="0062387A"/>
    <w:rsid w:val="0062664F"/>
    <w:rsid w:val="0062707F"/>
    <w:rsid w:val="0063153D"/>
    <w:rsid w:val="00631B76"/>
    <w:rsid w:val="00631C87"/>
    <w:rsid w:val="00634208"/>
    <w:rsid w:val="006349C5"/>
    <w:rsid w:val="0063528F"/>
    <w:rsid w:val="006363CA"/>
    <w:rsid w:val="00637F5D"/>
    <w:rsid w:val="00652CF7"/>
    <w:rsid w:val="0065796A"/>
    <w:rsid w:val="00662FE8"/>
    <w:rsid w:val="00665990"/>
    <w:rsid w:val="00665AE7"/>
    <w:rsid w:val="00670266"/>
    <w:rsid w:val="006751F3"/>
    <w:rsid w:val="00681C91"/>
    <w:rsid w:val="00683768"/>
    <w:rsid w:val="00684BCC"/>
    <w:rsid w:val="00690479"/>
    <w:rsid w:val="006907A6"/>
    <w:rsid w:val="00690F79"/>
    <w:rsid w:val="0069556F"/>
    <w:rsid w:val="006A1566"/>
    <w:rsid w:val="006A2082"/>
    <w:rsid w:val="006A713F"/>
    <w:rsid w:val="006B38AC"/>
    <w:rsid w:val="006B78E2"/>
    <w:rsid w:val="006C102A"/>
    <w:rsid w:val="006C24A0"/>
    <w:rsid w:val="006C5F9D"/>
    <w:rsid w:val="006E1BA5"/>
    <w:rsid w:val="006E4BF4"/>
    <w:rsid w:val="006E7AF4"/>
    <w:rsid w:val="006F0E46"/>
    <w:rsid w:val="006F214E"/>
    <w:rsid w:val="006F2E1B"/>
    <w:rsid w:val="006F5E8F"/>
    <w:rsid w:val="006F681F"/>
    <w:rsid w:val="0070292C"/>
    <w:rsid w:val="00704BD4"/>
    <w:rsid w:val="0071298C"/>
    <w:rsid w:val="00712AEB"/>
    <w:rsid w:val="00712C96"/>
    <w:rsid w:val="00714CEB"/>
    <w:rsid w:val="007157B6"/>
    <w:rsid w:val="007225E9"/>
    <w:rsid w:val="0072303F"/>
    <w:rsid w:val="00724330"/>
    <w:rsid w:val="0072712E"/>
    <w:rsid w:val="007334C2"/>
    <w:rsid w:val="007337FA"/>
    <w:rsid w:val="007364B5"/>
    <w:rsid w:val="00743EBE"/>
    <w:rsid w:val="007456F3"/>
    <w:rsid w:val="0074595C"/>
    <w:rsid w:val="0074736F"/>
    <w:rsid w:val="007508AB"/>
    <w:rsid w:val="007513A8"/>
    <w:rsid w:val="00753A17"/>
    <w:rsid w:val="00760762"/>
    <w:rsid w:val="00766BBD"/>
    <w:rsid w:val="007728CB"/>
    <w:rsid w:val="00773665"/>
    <w:rsid w:val="00775F7A"/>
    <w:rsid w:val="007774E0"/>
    <w:rsid w:val="007811D3"/>
    <w:rsid w:val="00783689"/>
    <w:rsid w:val="007A191E"/>
    <w:rsid w:val="007A3C70"/>
    <w:rsid w:val="007B3021"/>
    <w:rsid w:val="007D0FA3"/>
    <w:rsid w:val="007D1A92"/>
    <w:rsid w:val="007D1CE7"/>
    <w:rsid w:val="007D4403"/>
    <w:rsid w:val="007D7C59"/>
    <w:rsid w:val="007E3AC0"/>
    <w:rsid w:val="007E434F"/>
    <w:rsid w:val="007E4D40"/>
    <w:rsid w:val="007E6100"/>
    <w:rsid w:val="007E7881"/>
    <w:rsid w:val="007F34BE"/>
    <w:rsid w:val="007F43C5"/>
    <w:rsid w:val="00804E16"/>
    <w:rsid w:val="00807B60"/>
    <w:rsid w:val="00807C34"/>
    <w:rsid w:val="00810832"/>
    <w:rsid w:val="00811768"/>
    <w:rsid w:val="008119B8"/>
    <w:rsid w:val="008156AA"/>
    <w:rsid w:val="008206D2"/>
    <w:rsid w:val="00822E89"/>
    <w:rsid w:val="008310BA"/>
    <w:rsid w:val="00835004"/>
    <w:rsid w:val="00842E36"/>
    <w:rsid w:val="00844365"/>
    <w:rsid w:val="00855A34"/>
    <w:rsid w:val="008561D6"/>
    <w:rsid w:val="00857D69"/>
    <w:rsid w:val="00861135"/>
    <w:rsid w:val="00861B2B"/>
    <w:rsid w:val="00862D7A"/>
    <w:rsid w:val="0087013B"/>
    <w:rsid w:val="00871822"/>
    <w:rsid w:val="00877EFD"/>
    <w:rsid w:val="00880D5B"/>
    <w:rsid w:val="00880DEE"/>
    <w:rsid w:val="0088145C"/>
    <w:rsid w:val="00881FFD"/>
    <w:rsid w:val="008A7209"/>
    <w:rsid w:val="008B1A9F"/>
    <w:rsid w:val="008B32BE"/>
    <w:rsid w:val="008C03BE"/>
    <w:rsid w:val="008C4C66"/>
    <w:rsid w:val="008D4C95"/>
    <w:rsid w:val="008D634F"/>
    <w:rsid w:val="008E42FC"/>
    <w:rsid w:val="008E6D6D"/>
    <w:rsid w:val="008F1A6C"/>
    <w:rsid w:val="008F3EB2"/>
    <w:rsid w:val="008F43A9"/>
    <w:rsid w:val="008F5561"/>
    <w:rsid w:val="00900063"/>
    <w:rsid w:val="00904736"/>
    <w:rsid w:val="00904788"/>
    <w:rsid w:val="00912791"/>
    <w:rsid w:val="00920439"/>
    <w:rsid w:val="00922351"/>
    <w:rsid w:val="009226FE"/>
    <w:rsid w:val="009230DA"/>
    <w:rsid w:val="00931310"/>
    <w:rsid w:val="0093325D"/>
    <w:rsid w:val="00937BC6"/>
    <w:rsid w:val="00941C51"/>
    <w:rsid w:val="009431AE"/>
    <w:rsid w:val="00944648"/>
    <w:rsid w:val="00944F3F"/>
    <w:rsid w:val="00945453"/>
    <w:rsid w:val="009526C1"/>
    <w:rsid w:val="00955FAE"/>
    <w:rsid w:val="009570E0"/>
    <w:rsid w:val="00960A16"/>
    <w:rsid w:val="009644EC"/>
    <w:rsid w:val="009704A7"/>
    <w:rsid w:val="00972E71"/>
    <w:rsid w:val="00976F04"/>
    <w:rsid w:val="00981DB4"/>
    <w:rsid w:val="00982D8A"/>
    <w:rsid w:val="009834D8"/>
    <w:rsid w:val="00986C23"/>
    <w:rsid w:val="00990CA1"/>
    <w:rsid w:val="009A008C"/>
    <w:rsid w:val="009A6F96"/>
    <w:rsid w:val="009B4D55"/>
    <w:rsid w:val="009B7504"/>
    <w:rsid w:val="009C5A0A"/>
    <w:rsid w:val="009D4C75"/>
    <w:rsid w:val="009D541D"/>
    <w:rsid w:val="009D6D31"/>
    <w:rsid w:val="009E11F5"/>
    <w:rsid w:val="009F20AA"/>
    <w:rsid w:val="009F7513"/>
    <w:rsid w:val="00A17CE5"/>
    <w:rsid w:val="00A21981"/>
    <w:rsid w:val="00A25C27"/>
    <w:rsid w:val="00A27F45"/>
    <w:rsid w:val="00A32BF3"/>
    <w:rsid w:val="00A53461"/>
    <w:rsid w:val="00A54663"/>
    <w:rsid w:val="00A601C1"/>
    <w:rsid w:val="00A663D4"/>
    <w:rsid w:val="00A675B7"/>
    <w:rsid w:val="00A679D8"/>
    <w:rsid w:val="00A72CFF"/>
    <w:rsid w:val="00A83212"/>
    <w:rsid w:val="00A90F00"/>
    <w:rsid w:val="00A94821"/>
    <w:rsid w:val="00AA1DE0"/>
    <w:rsid w:val="00AA3667"/>
    <w:rsid w:val="00AA39DC"/>
    <w:rsid w:val="00AA4401"/>
    <w:rsid w:val="00AA4832"/>
    <w:rsid w:val="00AA4CBB"/>
    <w:rsid w:val="00AB0697"/>
    <w:rsid w:val="00AB6EEE"/>
    <w:rsid w:val="00AB74CA"/>
    <w:rsid w:val="00AC1AAD"/>
    <w:rsid w:val="00AC1EE0"/>
    <w:rsid w:val="00AC64BD"/>
    <w:rsid w:val="00AC6936"/>
    <w:rsid w:val="00AD645B"/>
    <w:rsid w:val="00AD656D"/>
    <w:rsid w:val="00AD673E"/>
    <w:rsid w:val="00AE6741"/>
    <w:rsid w:val="00AF082E"/>
    <w:rsid w:val="00AF1945"/>
    <w:rsid w:val="00AF2590"/>
    <w:rsid w:val="00AF2C4F"/>
    <w:rsid w:val="00AF2E0E"/>
    <w:rsid w:val="00AF39C5"/>
    <w:rsid w:val="00AF3ECF"/>
    <w:rsid w:val="00B034DE"/>
    <w:rsid w:val="00B110B8"/>
    <w:rsid w:val="00B2032E"/>
    <w:rsid w:val="00B20AFD"/>
    <w:rsid w:val="00B21230"/>
    <w:rsid w:val="00B22FED"/>
    <w:rsid w:val="00B31995"/>
    <w:rsid w:val="00B32B09"/>
    <w:rsid w:val="00B35DE6"/>
    <w:rsid w:val="00B36C8E"/>
    <w:rsid w:val="00B40345"/>
    <w:rsid w:val="00B40617"/>
    <w:rsid w:val="00B4662E"/>
    <w:rsid w:val="00B53256"/>
    <w:rsid w:val="00B543C2"/>
    <w:rsid w:val="00B54F06"/>
    <w:rsid w:val="00B55DD8"/>
    <w:rsid w:val="00B569F6"/>
    <w:rsid w:val="00B6015E"/>
    <w:rsid w:val="00B677E8"/>
    <w:rsid w:val="00B72A38"/>
    <w:rsid w:val="00B749BF"/>
    <w:rsid w:val="00B760A6"/>
    <w:rsid w:val="00B77C87"/>
    <w:rsid w:val="00B82692"/>
    <w:rsid w:val="00B83C07"/>
    <w:rsid w:val="00B92589"/>
    <w:rsid w:val="00BA0D9F"/>
    <w:rsid w:val="00BA0FF4"/>
    <w:rsid w:val="00BA3BD1"/>
    <w:rsid w:val="00BA573F"/>
    <w:rsid w:val="00BB0E39"/>
    <w:rsid w:val="00BB2249"/>
    <w:rsid w:val="00BB483D"/>
    <w:rsid w:val="00BB5757"/>
    <w:rsid w:val="00BB6226"/>
    <w:rsid w:val="00BC3F4D"/>
    <w:rsid w:val="00BC76D3"/>
    <w:rsid w:val="00BD1D64"/>
    <w:rsid w:val="00BD29AD"/>
    <w:rsid w:val="00BD648C"/>
    <w:rsid w:val="00BD6777"/>
    <w:rsid w:val="00BF12A3"/>
    <w:rsid w:val="00C01812"/>
    <w:rsid w:val="00C04B34"/>
    <w:rsid w:val="00C0657A"/>
    <w:rsid w:val="00C0733C"/>
    <w:rsid w:val="00C125CD"/>
    <w:rsid w:val="00C13E1A"/>
    <w:rsid w:val="00C154E0"/>
    <w:rsid w:val="00C207AD"/>
    <w:rsid w:val="00C2266A"/>
    <w:rsid w:val="00C2271F"/>
    <w:rsid w:val="00C23D6A"/>
    <w:rsid w:val="00C27D86"/>
    <w:rsid w:val="00C305D5"/>
    <w:rsid w:val="00C330AD"/>
    <w:rsid w:val="00C432C6"/>
    <w:rsid w:val="00C6049A"/>
    <w:rsid w:val="00C635C8"/>
    <w:rsid w:val="00C640DB"/>
    <w:rsid w:val="00C77315"/>
    <w:rsid w:val="00C8106F"/>
    <w:rsid w:val="00C82327"/>
    <w:rsid w:val="00C847F4"/>
    <w:rsid w:val="00C92D0F"/>
    <w:rsid w:val="00C92DBC"/>
    <w:rsid w:val="00C957BE"/>
    <w:rsid w:val="00CA49F3"/>
    <w:rsid w:val="00CA64F8"/>
    <w:rsid w:val="00CA7993"/>
    <w:rsid w:val="00CB53FE"/>
    <w:rsid w:val="00CB6EA2"/>
    <w:rsid w:val="00CC27DA"/>
    <w:rsid w:val="00CC47BC"/>
    <w:rsid w:val="00CC78DE"/>
    <w:rsid w:val="00CD1319"/>
    <w:rsid w:val="00CD1E8E"/>
    <w:rsid w:val="00CD3B8F"/>
    <w:rsid w:val="00CE2DCC"/>
    <w:rsid w:val="00CE7FFC"/>
    <w:rsid w:val="00CF3CFC"/>
    <w:rsid w:val="00CF6BFE"/>
    <w:rsid w:val="00D01FF9"/>
    <w:rsid w:val="00D035BA"/>
    <w:rsid w:val="00D0710F"/>
    <w:rsid w:val="00D1348B"/>
    <w:rsid w:val="00D14010"/>
    <w:rsid w:val="00D15914"/>
    <w:rsid w:val="00D1710A"/>
    <w:rsid w:val="00D233F8"/>
    <w:rsid w:val="00D2454A"/>
    <w:rsid w:val="00D30B22"/>
    <w:rsid w:val="00D312FB"/>
    <w:rsid w:val="00D32041"/>
    <w:rsid w:val="00D34632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030C"/>
    <w:rsid w:val="00D61005"/>
    <w:rsid w:val="00D63BCB"/>
    <w:rsid w:val="00D65910"/>
    <w:rsid w:val="00D708D4"/>
    <w:rsid w:val="00D72D03"/>
    <w:rsid w:val="00D7653F"/>
    <w:rsid w:val="00D76C01"/>
    <w:rsid w:val="00D86BD0"/>
    <w:rsid w:val="00D9026C"/>
    <w:rsid w:val="00D95253"/>
    <w:rsid w:val="00D97606"/>
    <w:rsid w:val="00DB12DE"/>
    <w:rsid w:val="00DB1B80"/>
    <w:rsid w:val="00DC0747"/>
    <w:rsid w:val="00DC189B"/>
    <w:rsid w:val="00DC1B37"/>
    <w:rsid w:val="00DC7E10"/>
    <w:rsid w:val="00DD382C"/>
    <w:rsid w:val="00DD5734"/>
    <w:rsid w:val="00DD6FBC"/>
    <w:rsid w:val="00DE581F"/>
    <w:rsid w:val="00DE7B0F"/>
    <w:rsid w:val="00DF3910"/>
    <w:rsid w:val="00DF42FB"/>
    <w:rsid w:val="00DF53E4"/>
    <w:rsid w:val="00E13114"/>
    <w:rsid w:val="00E142F2"/>
    <w:rsid w:val="00E160DB"/>
    <w:rsid w:val="00E17D21"/>
    <w:rsid w:val="00E21C22"/>
    <w:rsid w:val="00E231A1"/>
    <w:rsid w:val="00E30F31"/>
    <w:rsid w:val="00E36CC4"/>
    <w:rsid w:val="00E426CA"/>
    <w:rsid w:val="00E51332"/>
    <w:rsid w:val="00E52451"/>
    <w:rsid w:val="00E535D2"/>
    <w:rsid w:val="00E6064F"/>
    <w:rsid w:val="00E61ADD"/>
    <w:rsid w:val="00E66150"/>
    <w:rsid w:val="00E671C6"/>
    <w:rsid w:val="00E7077C"/>
    <w:rsid w:val="00E71621"/>
    <w:rsid w:val="00E768F6"/>
    <w:rsid w:val="00E907E6"/>
    <w:rsid w:val="00E92C53"/>
    <w:rsid w:val="00E941E8"/>
    <w:rsid w:val="00E94FA9"/>
    <w:rsid w:val="00E976C1"/>
    <w:rsid w:val="00E97F40"/>
    <w:rsid w:val="00EB5406"/>
    <w:rsid w:val="00ED19E3"/>
    <w:rsid w:val="00ED7083"/>
    <w:rsid w:val="00EE286A"/>
    <w:rsid w:val="00EE3E28"/>
    <w:rsid w:val="00EE6DA2"/>
    <w:rsid w:val="00EF0025"/>
    <w:rsid w:val="00F0175F"/>
    <w:rsid w:val="00F01766"/>
    <w:rsid w:val="00F07A18"/>
    <w:rsid w:val="00F1090A"/>
    <w:rsid w:val="00F20137"/>
    <w:rsid w:val="00F25687"/>
    <w:rsid w:val="00F25A7F"/>
    <w:rsid w:val="00F277D8"/>
    <w:rsid w:val="00F31433"/>
    <w:rsid w:val="00F3321C"/>
    <w:rsid w:val="00F43BE8"/>
    <w:rsid w:val="00F446F0"/>
    <w:rsid w:val="00F513E9"/>
    <w:rsid w:val="00F51944"/>
    <w:rsid w:val="00F604EE"/>
    <w:rsid w:val="00F618CE"/>
    <w:rsid w:val="00F6230A"/>
    <w:rsid w:val="00F62340"/>
    <w:rsid w:val="00F6443B"/>
    <w:rsid w:val="00F666CF"/>
    <w:rsid w:val="00F724F9"/>
    <w:rsid w:val="00F72E7C"/>
    <w:rsid w:val="00F76873"/>
    <w:rsid w:val="00F76D10"/>
    <w:rsid w:val="00F8044B"/>
    <w:rsid w:val="00F80DF2"/>
    <w:rsid w:val="00F8295F"/>
    <w:rsid w:val="00F87EFA"/>
    <w:rsid w:val="00F926C1"/>
    <w:rsid w:val="00F94A8B"/>
    <w:rsid w:val="00F95950"/>
    <w:rsid w:val="00FA15B0"/>
    <w:rsid w:val="00FA2A5D"/>
    <w:rsid w:val="00FA4345"/>
    <w:rsid w:val="00FA6DEF"/>
    <w:rsid w:val="00FA7FDE"/>
    <w:rsid w:val="00FB7A53"/>
    <w:rsid w:val="00FC71FF"/>
    <w:rsid w:val="00FD1D15"/>
    <w:rsid w:val="00FD1DD5"/>
    <w:rsid w:val="00FD56E6"/>
    <w:rsid w:val="00FE180E"/>
    <w:rsid w:val="00FE72F4"/>
    <w:rsid w:val="00FF0549"/>
    <w:rsid w:val="00FF30E1"/>
    <w:rsid w:val="00FF4EDB"/>
    <w:rsid w:val="00FF5528"/>
    <w:rsid w:val="00FF5D50"/>
    <w:rsid w:val="00FF726A"/>
    <w:rsid w:val="03A08882"/>
    <w:rsid w:val="044CCB9F"/>
    <w:rsid w:val="0E5BCCA4"/>
    <w:rsid w:val="1116BB65"/>
    <w:rsid w:val="1429D6EE"/>
    <w:rsid w:val="161D12E3"/>
    <w:rsid w:val="16884873"/>
    <w:rsid w:val="186CEC27"/>
    <w:rsid w:val="20A34E00"/>
    <w:rsid w:val="2335A822"/>
    <w:rsid w:val="2D8209EC"/>
    <w:rsid w:val="31B1EB80"/>
    <w:rsid w:val="355C6F26"/>
    <w:rsid w:val="36A29F2C"/>
    <w:rsid w:val="36ECCC49"/>
    <w:rsid w:val="3A1BB1A2"/>
    <w:rsid w:val="3A8718C9"/>
    <w:rsid w:val="3DD9AC40"/>
    <w:rsid w:val="3DE922F4"/>
    <w:rsid w:val="3EA0C188"/>
    <w:rsid w:val="3ED4244D"/>
    <w:rsid w:val="4276BBBD"/>
    <w:rsid w:val="4351C284"/>
    <w:rsid w:val="4D02A94F"/>
    <w:rsid w:val="508D60E1"/>
    <w:rsid w:val="5557EACC"/>
    <w:rsid w:val="5E7C5BDE"/>
    <w:rsid w:val="60EB6720"/>
    <w:rsid w:val="68FA3780"/>
    <w:rsid w:val="6C02E95E"/>
    <w:rsid w:val="75489FAD"/>
    <w:rsid w:val="78F77B25"/>
    <w:rsid w:val="7C55E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00E866D3-7B84-41FB-92BD-637C9395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189B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880D5B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1D850CD-1EE6-43BB-A6F8-4D8BA912A6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5FC65-A591-46A3-9F7A-E38CDE7B8E92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29451d6-aa90-46b8-8fd9-fbe75a80caf6"/>
    <ds:schemaRef ds:uri="http://schemas.microsoft.com/office/2006/metadata/properties"/>
    <ds:schemaRef ds:uri="e6f0be81-9d97-4737-97b2-7789c5062d58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507BC8E-6948-42B4-96DC-AADF0490B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276</revision>
  <lastPrinted>2023-01-26T01:47:00.0000000Z</lastPrinted>
  <dcterms:created xsi:type="dcterms:W3CDTF">2022-11-29T23:35:00.0000000Z</dcterms:created>
  <dcterms:modified xsi:type="dcterms:W3CDTF">2025-02-03T08:35:49.5046960Z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  <property fmtid="{D5CDD505-2E9C-101B-9397-08002B2CF9AE}" pid="4" name="GrammarlyDocumentId">
    <vt:lpwstr>07688ff6d6abd224e3f9546c8dc8d098d6378990b0b9c8371d00e555076ba22d</vt:lpwstr>
  </property>
</Properties>
</file>